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C4E77" w14:paraId="463100B3" w14:textId="77777777" w:rsidTr="00AA1123">
        <w:tc>
          <w:tcPr>
            <w:tcW w:w="2689" w:type="dxa"/>
          </w:tcPr>
          <w:p w14:paraId="2190EDEB" w14:textId="77777777" w:rsidR="00CC4E77" w:rsidRPr="00CC4E77" w:rsidRDefault="00CC4E77" w:rsidP="00CC4E77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50040B44" w14:textId="77777777" w:rsidR="00CC4E77" w:rsidRPr="00CC4E77" w:rsidRDefault="00CC4E77" w:rsidP="00CC4E77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CC4E77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60FB0B6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9F0C0A4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E90C50B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30</w:t>
            </w:r>
            <w:r w:rsidR="008B4BF5">
              <w:t>2</w:t>
            </w:r>
          </w:p>
        </w:tc>
        <w:tc>
          <w:tcPr>
            <w:tcW w:w="3604" w:type="pct"/>
            <w:shd w:val="clear" w:color="auto" w:fill="auto"/>
          </w:tcPr>
          <w:p w14:paraId="68240ED7" w14:textId="4E1C9DD1" w:rsidR="00F1480E" w:rsidRPr="000754EC" w:rsidRDefault="008B4BF5" w:rsidP="000754EC">
            <w:pPr>
              <w:pStyle w:val="SIUnittitle"/>
            </w:pPr>
            <w:r w:rsidRPr="008B4BF5">
              <w:t>Construct landscape features using concrete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AF8E8F" w14:textId="7AFCB56B" w:rsidR="008B4BF5" w:rsidRPr="008B4BF5" w:rsidRDefault="008B4BF5" w:rsidP="008B4BF5">
            <w:r w:rsidRPr="008B4BF5">
              <w:t>This unit of competency describes the skills and knowledge required to construct concrete structures and features as a component of landscape project works</w:t>
            </w:r>
            <w:r w:rsidR="00026346">
              <w:t>, including preparing for work, setting out and preparing site, mixing pouring and finishing concrete, checking and cleaning up site</w:t>
            </w:r>
            <w:r w:rsidRPr="008B4BF5">
              <w:t>.</w:t>
            </w:r>
          </w:p>
          <w:p w14:paraId="08E36044" w14:textId="77777777" w:rsidR="008B4BF5" w:rsidRDefault="008B4BF5" w:rsidP="008B4BF5"/>
          <w:p w14:paraId="72FCC489" w14:textId="4957ED99" w:rsidR="008B4BF5" w:rsidRPr="008B4BF5" w:rsidRDefault="008B4BF5" w:rsidP="008B4BF5">
            <w:r w:rsidRPr="008B4BF5">
              <w:t>Th</w:t>
            </w:r>
            <w:r w:rsidR="00026346">
              <w:t>e</w:t>
            </w:r>
            <w:r w:rsidRPr="008B4BF5">
              <w:t xml:space="preserve"> unit applies to individuals who </w:t>
            </w:r>
            <w:r w:rsidR="00026346">
              <w:t xml:space="preserve">construct landscape features using concrete under broad </w:t>
            </w:r>
            <w:proofErr w:type="gramStart"/>
            <w:r w:rsidR="00026346">
              <w:t>direction, and</w:t>
            </w:r>
            <w:proofErr w:type="gramEnd"/>
            <w:r w:rsidR="00026346">
              <w:t xml:space="preserve"> </w:t>
            </w:r>
            <w:r w:rsidRPr="008B4BF5">
              <w:t xml:space="preserve">take responsibility for </w:t>
            </w:r>
            <w:r w:rsidR="00026346">
              <w:t xml:space="preserve">their </w:t>
            </w:r>
            <w:r w:rsidRPr="008B4BF5">
              <w:t>own work and for the quality of the work of others.</w:t>
            </w:r>
          </w:p>
          <w:p w14:paraId="424FDDBF" w14:textId="77777777" w:rsidR="008B4BF5" w:rsidRDefault="008B4BF5" w:rsidP="008B4BF5"/>
          <w:p w14:paraId="034C6C33" w14:textId="643FACDA" w:rsidR="00373436" w:rsidRPr="000754EC" w:rsidRDefault="00A831E4" w:rsidP="00A831E4">
            <w:r w:rsidRPr="00A831E4">
              <w:t>State/territory licensing, legislative or certification requirements apply in some jurisdictions. Users are</w:t>
            </w:r>
            <w:r>
              <w:t xml:space="preserve"> </w:t>
            </w:r>
            <w:r w:rsidRPr="00A831E4">
              <w:t>advised to check with the relevant regulatory authority</w:t>
            </w:r>
            <w:r w:rsidR="008B4BF5" w:rsidRPr="008B4BF5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7B36789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B4BF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99BE690" w:rsidR="008B4BF5" w:rsidRPr="008B4BF5" w:rsidRDefault="008B4BF5" w:rsidP="008B4BF5">
            <w:pPr>
              <w:pStyle w:val="SIText"/>
            </w:pPr>
            <w:r w:rsidRPr="008B4BF5">
              <w:t>1. Plan and prepare work</w:t>
            </w:r>
          </w:p>
        </w:tc>
        <w:tc>
          <w:tcPr>
            <w:tcW w:w="3604" w:type="pct"/>
            <w:shd w:val="clear" w:color="auto" w:fill="auto"/>
          </w:tcPr>
          <w:p w14:paraId="6C612C6A" w14:textId="1BB423AD" w:rsidR="008B4BF5" w:rsidRPr="008B4BF5" w:rsidRDefault="008B4BF5" w:rsidP="008B4BF5">
            <w:r w:rsidRPr="008B4BF5">
              <w:t xml:space="preserve">1.1 Interpret </w:t>
            </w:r>
            <w:r w:rsidR="0095139D">
              <w:t xml:space="preserve">site </w:t>
            </w:r>
            <w:r w:rsidRPr="008B4BF5">
              <w:t>plans and specifications</w:t>
            </w:r>
          </w:p>
          <w:p w14:paraId="66F1C4A2" w14:textId="6E1ADADA" w:rsidR="008B4BF5" w:rsidRPr="008B4BF5" w:rsidRDefault="008B4BF5" w:rsidP="008B4BF5">
            <w:r w:rsidRPr="008B4BF5">
              <w:t xml:space="preserve">1.2 </w:t>
            </w:r>
            <w:r w:rsidR="009C462E" w:rsidRPr="008B4BF5">
              <w:t xml:space="preserve">Identify </w:t>
            </w:r>
            <w:r w:rsidR="009C462E" w:rsidRPr="009C462E">
              <w:t>potential hazards</w:t>
            </w:r>
            <w:r w:rsidR="009C462E">
              <w:t xml:space="preserve"> and</w:t>
            </w:r>
            <w:r w:rsidR="009C462E" w:rsidRPr="009C462E">
              <w:t xml:space="preserve"> risks</w:t>
            </w:r>
            <w:r w:rsidR="009C462E">
              <w:t>,</w:t>
            </w:r>
            <w:r w:rsidR="009C462E" w:rsidRPr="009C462E">
              <w:t xml:space="preserve"> and implement </w:t>
            </w:r>
            <w:r w:rsidR="009C462E">
              <w:t>safe working practices to manage risks</w:t>
            </w:r>
          </w:p>
          <w:p w14:paraId="64116ADE" w14:textId="2956BAD7" w:rsidR="008B4BF5" w:rsidRPr="008B4BF5" w:rsidRDefault="008B4BF5" w:rsidP="008B4BF5">
            <w:r w:rsidRPr="008B4BF5">
              <w:t xml:space="preserve">1.3 </w:t>
            </w:r>
            <w:r w:rsidR="009C462E" w:rsidRPr="008B4BF5">
              <w:t>Check the quantity and quality of materials</w:t>
            </w:r>
            <w:r w:rsidR="009C462E" w:rsidRPr="009C462E">
              <w:t xml:space="preserve"> </w:t>
            </w:r>
          </w:p>
          <w:p w14:paraId="0B3DB5B2" w14:textId="7F4AA42A" w:rsidR="008B4BF5" w:rsidRPr="008B4BF5" w:rsidRDefault="008B4BF5" w:rsidP="008B4BF5">
            <w:r w:rsidRPr="008B4BF5">
              <w:t xml:space="preserve">1.4 </w:t>
            </w:r>
            <w:r w:rsidR="009C462E" w:rsidRPr="008B4BF5">
              <w:t>Select tools</w:t>
            </w:r>
            <w:r w:rsidR="00670936">
              <w:t>,</w:t>
            </w:r>
            <w:r w:rsidR="009C462E" w:rsidRPr="008B4BF5">
              <w:t xml:space="preserve"> equipment</w:t>
            </w:r>
            <w:r w:rsidR="00670936">
              <w:t xml:space="preserve"> and machinery</w:t>
            </w:r>
            <w:r w:rsidR="009C462E" w:rsidRPr="008B4BF5">
              <w:t xml:space="preserve"> </w:t>
            </w:r>
            <w:r w:rsidR="009C462E" w:rsidRPr="009C462E">
              <w:t>required for construction work and check for safe operation</w:t>
            </w:r>
          </w:p>
          <w:p w14:paraId="5970287B" w14:textId="38DA2DA1" w:rsidR="008B4BF5" w:rsidRPr="008B4BF5" w:rsidRDefault="008B4BF5" w:rsidP="008B4BF5">
            <w:r w:rsidRPr="008B4BF5">
              <w:t>1.5 Select</w:t>
            </w:r>
            <w:r w:rsidR="009C462E">
              <w:t>, fit,</w:t>
            </w:r>
            <w:r w:rsidRPr="008B4BF5">
              <w:t xml:space="preserve"> </w:t>
            </w:r>
            <w:proofErr w:type="gramStart"/>
            <w:r w:rsidRPr="008B4BF5">
              <w:t>use</w:t>
            </w:r>
            <w:proofErr w:type="gramEnd"/>
            <w:r w:rsidRPr="008B4BF5">
              <w:t xml:space="preserve"> </w:t>
            </w:r>
            <w:r w:rsidR="009C462E">
              <w:t xml:space="preserve">and maintain </w:t>
            </w:r>
            <w:r w:rsidRPr="008B4BF5">
              <w:t>personal protective equipment (PPE)</w:t>
            </w:r>
            <w:r w:rsidR="009C462E">
              <w:t xml:space="preserve"> applicable to the task</w:t>
            </w:r>
          </w:p>
          <w:p w14:paraId="1696B99B" w14:textId="3DA65523" w:rsidR="008B4BF5" w:rsidRPr="008B4BF5" w:rsidRDefault="008B4BF5" w:rsidP="008B4BF5">
            <w:r w:rsidRPr="008B4BF5">
              <w:t xml:space="preserve">1.6 Identify and </w:t>
            </w:r>
            <w:r w:rsidR="00670936">
              <w:t>minimise</w:t>
            </w:r>
            <w:r w:rsidR="00670936" w:rsidRPr="008B4BF5">
              <w:t xml:space="preserve"> </w:t>
            </w:r>
            <w:r w:rsidRPr="008B4BF5">
              <w:t>environmental impacts of proposed concrete works</w:t>
            </w:r>
          </w:p>
        </w:tc>
      </w:tr>
      <w:tr w:rsidR="008B4BF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324B52C" w:rsidR="008B4BF5" w:rsidRPr="008B4BF5" w:rsidRDefault="008B4BF5" w:rsidP="008B4BF5">
            <w:pPr>
              <w:pStyle w:val="SIText"/>
            </w:pPr>
            <w:r w:rsidRPr="008B4BF5">
              <w:t>2. Set out and prepare the site</w:t>
            </w:r>
          </w:p>
        </w:tc>
        <w:tc>
          <w:tcPr>
            <w:tcW w:w="3604" w:type="pct"/>
            <w:shd w:val="clear" w:color="auto" w:fill="auto"/>
          </w:tcPr>
          <w:p w14:paraId="64246FFA" w14:textId="311CF6DC" w:rsidR="008B4BF5" w:rsidRPr="008B4BF5" w:rsidRDefault="008B4BF5" w:rsidP="008B4BF5">
            <w:r w:rsidRPr="008B4BF5">
              <w:t>2.1 Determine</w:t>
            </w:r>
            <w:r w:rsidR="009C462E">
              <w:t>,</w:t>
            </w:r>
            <w:r w:rsidRPr="008B4BF5">
              <w:t xml:space="preserve"> </w:t>
            </w:r>
            <w:proofErr w:type="gramStart"/>
            <w:r w:rsidRPr="008B4BF5">
              <w:t>locate</w:t>
            </w:r>
            <w:proofErr w:type="gramEnd"/>
            <w:r w:rsidR="009C462E">
              <w:t xml:space="preserve"> and mark out</w:t>
            </w:r>
            <w:r w:rsidRPr="008B4BF5">
              <w:t xml:space="preserve"> services</w:t>
            </w:r>
            <w:r w:rsidR="00525213">
              <w:t xml:space="preserve"> from site plan</w:t>
            </w:r>
          </w:p>
          <w:p w14:paraId="64E8C78C" w14:textId="3F3712EA" w:rsidR="008B4BF5" w:rsidRPr="008B4BF5" w:rsidRDefault="008B4BF5" w:rsidP="008B4BF5">
            <w:r w:rsidRPr="008B4BF5">
              <w:t xml:space="preserve">2.2 Mark out the position of the structure or feature according to </w:t>
            </w:r>
            <w:r w:rsidR="00670936">
              <w:t xml:space="preserve">site </w:t>
            </w:r>
            <w:r w:rsidRPr="008B4BF5">
              <w:t>plan</w:t>
            </w:r>
          </w:p>
          <w:p w14:paraId="513C3E1E" w14:textId="77777777" w:rsidR="008B4BF5" w:rsidRPr="008B4BF5" w:rsidRDefault="008B4BF5" w:rsidP="008B4BF5">
            <w:r w:rsidRPr="008B4BF5">
              <w:t>2.3 Establish profiles to conform to the nominated tolerances</w:t>
            </w:r>
          </w:p>
          <w:p w14:paraId="77C99D9E" w14:textId="77777777" w:rsidR="00670936" w:rsidRDefault="008B4BF5" w:rsidP="008B4BF5">
            <w:r w:rsidRPr="008B4BF5">
              <w:t xml:space="preserve">2.4 </w:t>
            </w:r>
            <w:r w:rsidR="00670936">
              <w:t>Excavate site according to site plan</w:t>
            </w:r>
          </w:p>
          <w:p w14:paraId="0F27F332" w14:textId="5F770B3F" w:rsidR="008B4BF5" w:rsidRPr="008B4BF5" w:rsidRDefault="00670936" w:rsidP="008B4BF5">
            <w:r>
              <w:t xml:space="preserve">2.5 </w:t>
            </w:r>
            <w:r w:rsidR="008B4BF5" w:rsidRPr="008B4BF5">
              <w:t>Prepare subsoil by removing all debris, vegetable matter and topsoil to provide a solid foundation for concrete</w:t>
            </w:r>
          </w:p>
          <w:p w14:paraId="0AA98708" w14:textId="3EDD6F4D" w:rsidR="008B4BF5" w:rsidRPr="008B4BF5" w:rsidRDefault="008B4BF5" w:rsidP="008B4BF5">
            <w:r w:rsidRPr="008B4BF5">
              <w:t>2.</w:t>
            </w:r>
            <w:r w:rsidR="00670936">
              <w:t>6</w:t>
            </w:r>
            <w:r w:rsidRPr="008B4BF5">
              <w:t xml:space="preserve"> Install drainage systems according to plans and specifications</w:t>
            </w:r>
          </w:p>
          <w:p w14:paraId="24ADE46C" w14:textId="53EF963F" w:rsidR="008B4BF5" w:rsidRPr="008B4BF5" w:rsidRDefault="008B4BF5" w:rsidP="008B4BF5">
            <w:r w:rsidRPr="008B4BF5">
              <w:t>2.</w:t>
            </w:r>
            <w:r w:rsidR="00670936">
              <w:t>7</w:t>
            </w:r>
            <w:r w:rsidRPr="008B4BF5">
              <w:t xml:space="preserve"> Install form work </w:t>
            </w:r>
            <w:r w:rsidR="009C462E">
              <w:t>on</w:t>
            </w:r>
            <w:r w:rsidRPr="008B4BF5">
              <w:t xml:space="preserve"> site in a manner that will ensure it remains rigid during concrete pouring operations</w:t>
            </w:r>
            <w:r w:rsidR="00A831E4">
              <w:t xml:space="preserve"> and to allow for ease of dismantling without damage to concrete</w:t>
            </w:r>
          </w:p>
          <w:p w14:paraId="3E20C4A6" w14:textId="1A95DCD6" w:rsidR="008B4BF5" w:rsidRPr="008B4BF5" w:rsidRDefault="008B4BF5" w:rsidP="008B4BF5">
            <w:r w:rsidRPr="008B4BF5">
              <w:t>2.</w:t>
            </w:r>
            <w:r w:rsidR="00670936">
              <w:t>8</w:t>
            </w:r>
            <w:r w:rsidRPr="008B4BF5">
              <w:t xml:space="preserve"> Place and compact sub-base material to the required finished levels</w:t>
            </w:r>
          </w:p>
          <w:p w14:paraId="0A24DDBD" w14:textId="0245C18E" w:rsidR="008B4BF5" w:rsidRPr="008B4BF5" w:rsidRDefault="008B4BF5" w:rsidP="008B4BF5">
            <w:r w:rsidRPr="008B4BF5">
              <w:t>2.</w:t>
            </w:r>
            <w:r w:rsidR="00670936">
              <w:t>9</w:t>
            </w:r>
            <w:r w:rsidRPr="008B4BF5">
              <w:t xml:space="preserve"> Complete preparation of the site according to the type of structure or feature to be constructed</w:t>
            </w:r>
          </w:p>
          <w:p w14:paraId="6BB72E57" w14:textId="30F16428" w:rsidR="008B4BF5" w:rsidRPr="008B4BF5" w:rsidRDefault="008B4BF5" w:rsidP="008B4BF5">
            <w:pPr>
              <w:pStyle w:val="SIText"/>
            </w:pPr>
            <w:r w:rsidRPr="008B4BF5">
              <w:t>2.</w:t>
            </w:r>
            <w:r w:rsidR="00670936">
              <w:t>10</w:t>
            </w:r>
            <w:r w:rsidRPr="008B4BF5">
              <w:t xml:space="preserve"> </w:t>
            </w:r>
            <w:r w:rsidR="00407C6D">
              <w:t xml:space="preserve">Place expansion joints and </w:t>
            </w:r>
            <w:r w:rsidRPr="008B4BF5">
              <w:t xml:space="preserve">reinforcement </w:t>
            </w:r>
            <w:r w:rsidR="00407C6D">
              <w:t xml:space="preserve">steel </w:t>
            </w:r>
            <w:r w:rsidR="00670936">
              <w:t>according to site</w:t>
            </w:r>
            <w:r w:rsidRPr="008B4BF5">
              <w:t xml:space="preserve"> plan and specifications</w:t>
            </w:r>
          </w:p>
        </w:tc>
      </w:tr>
      <w:tr w:rsidR="008B4BF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15292DEB" w:rsidR="008B4BF5" w:rsidRPr="008B4BF5" w:rsidRDefault="008B4BF5" w:rsidP="008B4BF5">
            <w:pPr>
              <w:pStyle w:val="SIText"/>
            </w:pPr>
            <w:r w:rsidRPr="008B4BF5">
              <w:lastRenderedPageBreak/>
              <w:t>3. Mix and pour concrete</w:t>
            </w:r>
          </w:p>
        </w:tc>
        <w:tc>
          <w:tcPr>
            <w:tcW w:w="3604" w:type="pct"/>
            <w:shd w:val="clear" w:color="auto" w:fill="auto"/>
          </w:tcPr>
          <w:p w14:paraId="331A5CC0" w14:textId="77777777" w:rsidR="008B4BF5" w:rsidRPr="008B4BF5" w:rsidRDefault="008B4BF5" w:rsidP="008B4BF5">
            <w:r w:rsidRPr="008B4BF5">
              <w:t>3.1 Determine proportions for concrete mix according to the strength requirements of the project</w:t>
            </w:r>
          </w:p>
          <w:p w14:paraId="1564F809" w14:textId="77777777" w:rsidR="008B4BF5" w:rsidRPr="008B4BF5" w:rsidRDefault="008B4BF5" w:rsidP="008B4BF5">
            <w:r w:rsidRPr="008B4BF5">
              <w:t>3.2 Determine the volume of dry materials necessary to produce final concrete mix</w:t>
            </w:r>
          </w:p>
          <w:p w14:paraId="5D8C3348" w14:textId="77777777" w:rsidR="008B4BF5" w:rsidRPr="008B4BF5" w:rsidRDefault="008B4BF5" w:rsidP="008B4BF5">
            <w:r w:rsidRPr="008B4BF5">
              <w:t>3.3 Mix together all dry ingredients and required additives to ensure a thorough blending of all materials is achieved</w:t>
            </w:r>
          </w:p>
          <w:p w14:paraId="66982BF8" w14:textId="77777777" w:rsidR="008B4BF5" w:rsidRPr="008B4BF5" w:rsidRDefault="008B4BF5" w:rsidP="008B4BF5">
            <w:r w:rsidRPr="008B4BF5">
              <w:t>3.4 Introduce sufficient water to produce a concrete mix to the required consistency</w:t>
            </w:r>
          </w:p>
          <w:p w14:paraId="35838B50" w14:textId="3BBA58E6" w:rsidR="00407C6D" w:rsidRDefault="008B4BF5" w:rsidP="008B4BF5">
            <w:r w:rsidRPr="008B4BF5">
              <w:t xml:space="preserve">3.5 </w:t>
            </w:r>
            <w:r w:rsidR="00407C6D">
              <w:t>Perform concrete slump test</w:t>
            </w:r>
          </w:p>
          <w:p w14:paraId="76DBA8A0" w14:textId="02AA969C" w:rsidR="008B4BF5" w:rsidRPr="008B4BF5" w:rsidRDefault="00407C6D" w:rsidP="008B4BF5">
            <w:r>
              <w:t xml:space="preserve">3.6 </w:t>
            </w:r>
            <w:r w:rsidR="008B4BF5" w:rsidRPr="008B4BF5">
              <w:t>Pour concrete to designated levels in a manner to avoid segregation of materials</w:t>
            </w:r>
          </w:p>
          <w:p w14:paraId="7C104250" w14:textId="379C1BE3" w:rsidR="008B4BF5" w:rsidRPr="008B4BF5" w:rsidRDefault="008B4BF5" w:rsidP="008B4BF5">
            <w:pPr>
              <w:pStyle w:val="SIText"/>
            </w:pPr>
            <w:r w:rsidRPr="008B4BF5">
              <w:t>3.</w:t>
            </w:r>
            <w:r w:rsidR="00407C6D">
              <w:t>7</w:t>
            </w:r>
            <w:r w:rsidRPr="008B4BF5">
              <w:t xml:space="preserve"> Consolidate concrete using an approved vibration method</w:t>
            </w:r>
          </w:p>
        </w:tc>
      </w:tr>
      <w:tr w:rsidR="008B4BF5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396CB16C" w:rsidR="008B4BF5" w:rsidRPr="008B4BF5" w:rsidRDefault="008B4BF5" w:rsidP="008B4BF5">
            <w:pPr>
              <w:pStyle w:val="SIText"/>
            </w:pPr>
            <w:r w:rsidRPr="008B4BF5">
              <w:t>4. Finish concrete</w:t>
            </w:r>
          </w:p>
        </w:tc>
        <w:tc>
          <w:tcPr>
            <w:tcW w:w="3604" w:type="pct"/>
            <w:shd w:val="clear" w:color="auto" w:fill="auto"/>
          </w:tcPr>
          <w:p w14:paraId="24BFCD90" w14:textId="77777777" w:rsidR="008B4BF5" w:rsidRPr="008B4BF5" w:rsidRDefault="008B4BF5" w:rsidP="008B4BF5">
            <w:r w:rsidRPr="008B4BF5">
              <w:t>4.1 Screed concrete to the desired finished level</w:t>
            </w:r>
          </w:p>
          <w:p w14:paraId="6D3DDC0F" w14:textId="7D938684" w:rsidR="008B4BF5" w:rsidRPr="008B4BF5" w:rsidRDefault="008B4BF5" w:rsidP="008B4BF5">
            <w:r w:rsidRPr="008B4BF5">
              <w:t xml:space="preserve">4.2 </w:t>
            </w:r>
            <w:r w:rsidR="00407C6D">
              <w:t>Apply appropriate t</w:t>
            </w:r>
            <w:r w:rsidRPr="008B4BF5">
              <w:t>rowel</w:t>
            </w:r>
            <w:r w:rsidR="00407C6D">
              <w:t>ling techniques</w:t>
            </w:r>
          </w:p>
          <w:p w14:paraId="5AA5074E" w14:textId="1F9C64ED" w:rsidR="008B4BF5" w:rsidRDefault="008B4BF5" w:rsidP="008B4BF5">
            <w:r w:rsidRPr="008B4BF5">
              <w:t xml:space="preserve">4.3 Finish concrete off according to </w:t>
            </w:r>
            <w:r w:rsidR="00407C6D">
              <w:t xml:space="preserve">site </w:t>
            </w:r>
            <w:r w:rsidRPr="008B4BF5">
              <w:t>plan and specifications</w:t>
            </w:r>
          </w:p>
          <w:p w14:paraId="594E8C1D" w14:textId="2F9CCEDA" w:rsidR="00407C6D" w:rsidRPr="008B4BF5" w:rsidRDefault="00407C6D" w:rsidP="008B4BF5">
            <w:r>
              <w:t>4.4 Install control joints according to site plan and specifications</w:t>
            </w:r>
          </w:p>
        </w:tc>
      </w:tr>
      <w:tr w:rsidR="008B4BF5" w:rsidRPr="00963A46" w14:paraId="264B7F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31AA71" w14:textId="477A9DD4" w:rsidR="008B4BF5" w:rsidRPr="008B4BF5" w:rsidRDefault="008B4BF5" w:rsidP="008B4BF5">
            <w:pPr>
              <w:pStyle w:val="SIText"/>
            </w:pPr>
            <w:r w:rsidRPr="008B4BF5">
              <w:t>5.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4605992B" w14:textId="77777777" w:rsidR="008B4BF5" w:rsidRPr="008B4BF5" w:rsidRDefault="008B4BF5" w:rsidP="008B4BF5">
            <w:r w:rsidRPr="008B4BF5">
              <w:t>5.1 Inspect the quality of finished works to ensure the required standard has been achieved</w:t>
            </w:r>
          </w:p>
          <w:p w14:paraId="5FD1E794" w14:textId="77777777" w:rsidR="008B4BF5" w:rsidRPr="008B4BF5" w:rsidRDefault="008B4BF5" w:rsidP="008B4BF5">
            <w:r w:rsidRPr="008B4BF5">
              <w:t>5.2 Remove and clean form work to allow reuse</w:t>
            </w:r>
          </w:p>
          <w:p w14:paraId="12ADF442" w14:textId="77777777" w:rsidR="008B4BF5" w:rsidRPr="008B4BF5" w:rsidRDefault="008B4BF5" w:rsidP="008B4BF5">
            <w:r w:rsidRPr="008B4BF5">
              <w:t>5.3 Ensure all clean-up works minimise impact to the environment</w:t>
            </w:r>
          </w:p>
          <w:p w14:paraId="091BDF3F" w14:textId="77777777" w:rsidR="008B4BF5" w:rsidRDefault="008B4BF5" w:rsidP="008B4BF5">
            <w:r w:rsidRPr="008B4BF5">
              <w:t>5.4 Clean, maintain and store tools and equipment</w:t>
            </w:r>
          </w:p>
          <w:p w14:paraId="2164778F" w14:textId="3381338D" w:rsidR="009C462E" w:rsidRPr="008B4BF5" w:rsidRDefault="009C462E" w:rsidP="009C462E">
            <w:r>
              <w:t>5.5 Identify and report unserviceable tools and equipment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94BD5" w:rsidRPr="00336FCA" w:rsidDel="00423CB2" w14:paraId="1CF24FD6" w14:textId="77777777" w:rsidTr="00CA2922">
        <w:tc>
          <w:tcPr>
            <w:tcW w:w="1396" w:type="pct"/>
          </w:tcPr>
          <w:p w14:paraId="6D88B952" w14:textId="120D3430" w:rsidR="00794BD5" w:rsidRPr="00794BD5" w:rsidRDefault="00794BD5" w:rsidP="00794B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75922A71" w:rsidR="00794BD5" w:rsidRPr="00794BD5" w:rsidRDefault="00794BD5" w:rsidP="0029289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292893">
              <w:rPr>
                <w:rStyle w:val="SITemporaryText-red"/>
                <w:rFonts w:eastAsia="Calibri"/>
                <w:color w:val="auto"/>
                <w:sz w:val="20"/>
              </w:rPr>
              <w:t>language</w:t>
            </w:r>
            <w:r w:rsidR="00292893" w:rsidRPr="00292893">
              <w:rPr>
                <w:rStyle w:val="SITemporaryText-red"/>
                <w:rFonts w:eastAsia="Calibri"/>
                <w:color w:val="auto"/>
                <w:sz w:val="20"/>
              </w:rPr>
              <w:t xml:space="preserve"> and standard industry terminology</w:t>
            </w:r>
            <w:r w:rsidRPr="00292893">
              <w:rPr>
                <w:rStyle w:val="SITemporaryText-red"/>
                <w:rFonts w:eastAsia="Calibri"/>
                <w:color w:val="auto"/>
                <w:sz w:val="20"/>
              </w:rPr>
              <w:t xml:space="preserve"> to report tool and equipment unserviceability</w:t>
            </w:r>
          </w:p>
        </w:tc>
      </w:tr>
      <w:tr w:rsidR="00A831E4" w:rsidRPr="00336FCA" w:rsidDel="00423CB2" w14:paraId="12590C83" w14:textId="77777777" w:rsidTr="00CA2922">
        <w:tc>
          <w:tcPr>
            <w:tcW w:w="1396" w:type="pct"/>
          </w:tcPr>
          <w:p w14:paraId="6BAF3DA8" w14:textId="1D0F4AE3" w:rsidR="00A831E4" w:rsidRPr="00A831E4" w:rsidRDefault="00A831E4" w:rsidP="00A831E4">
            <w:pPr>
              <w:pStyle w:val="SIText"/>
              <w:rPr>
                <w:rStyle w:val="SITemporaryText-red"/>
                <w:color w:val="auto"/>
                <w:sz w:val="20"/>
              </w:rPr>
            </w:pPr>
            <w:bookmarkStart w:id="1" w:name="_Hlk61336483"/>
            <w:r w:rsidRPr="00A831E4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7BF16260" w14:textId="40C51F1E" w:rsidR="00A831E4" w:rsidRPr="0042236B" w:rsidRDefault="00A831E4" w:rsidP="00DC06D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C06DC">
              <w:rPr>
                <w:rStyle w:val="SITemporaryText-red"/>
                <w:rFonts w:eastAsia="Calibri"/>
                <w:color w:val="auto"/>
                <w:sz w:val="20"/>
              </w:rPr>
              <w:t xml:space="preserve">Calculate quantities of material, take measurements, </w:t>
            </w:r>
            <w:proofErr w:type="gramStart"/>
            <w:r w:rsidR="00DC06DC" w:rsidRPr="00DC06DC">
              <w:rPr>
                <w:rStyle w:val="SITemporaryText-red"/>
                <w:rFonts w:eastAsia="Calibri"/>
                <w:color w:val="auto"/>
                <w:sz w:val="20"/>
              </w:rPr>
              <w:t>read</w:t>
            </w:r>
            <w:proofErr w:type="gramEnd"/>
            <w:r w:rsidR="00DC06DC" w:rsidRPr="00DC06DC">
              <w:rPr>
                <w:rStyle w:val="SITemporaryText-red"/>
                <w:rFonts w:eastAsia="Calibri"/>
                <w:color w:val="auto"/>
                <w:sz w:val="20"/>
              </w:rPr>
              <w:t xml:space="preserve"> and </w:t>
            </w:r>
            <w:r w:rsidRPr="00DC06DC">
              <w:rPr>
                <w:rStyle w:val="SITemporaryText-red"/>
                <w:rFonts w:eastAsia="Calibri"/>
                <w:color w:val="auto"/>
                <w:sz w:val="20"/>
              </w:rPr>
              <w:t>use scale</w:t>
            </w:r>
            <w:r w:rsidR="00DC06DC" w:rsidRPr="002643C1">
              <w:rPr>
                <w:rStyle w:val="SITemporaryText-red"/>
                <w:rFonts w:eastAsia="Calibri"/>
                <w:color w:val="auto"/>
                <w:sz w:val="20"/>
              </w:rPr>
              <w:t xml:space="preserve"> ruler</w:t>
            </w:r>
            <w:r w:rsidRPr="00DC06DC">
              <w:rPr>
                <w:rStyle w:val="SITemporaryText-red"/>
                <w:rFonts w:eastAsia="Calibri"/>
                <w:color w:val="auto"/>
                <w:sz w:val="20"/>
              </w:rPr>
              <w:t>s</w:t>
            </w:r>
          </w:p>
          <w:p w14:paraId="3CDD56D5" w14:textId="295BCF3E" w:rsidR="00A831E4" w:rsidRPr="00A831E4" w:rsidRDefault="00A831E4" w:rsidP="00A831E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831E4">
              <w:rPr>
                <w:rStyle w:val="SITemporaryText-red"/>
                <w:rFonts w:eastAsia="Calibri"/>
                <w:color w:val="auto"/>
                <w:sz w:val="20"/>
              </w:rPr>
              <w:t>Set out geometric shapes</w:t>
            </w:r>
          </w:p>
        </w:tc>
      </w:tr>
      <w:bookmarkEnd w:id="1"/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4BD5" w14:paraId="7449DA1D" w14:textId="77777777" w:rsidTr="00F33FF2">
        <w:tc>
          <w:tcPr>
            <w:tcW w:w="1028" w:type="pct"/>
          </w:tcPr>
          <w:p w14:paraId="0DB2F00F" w14:textId="2EE271BE" w:rsidR="00794BD5" w:rsidRPr="00794BD5" w:rsidRDefault="00794BD5" w:rsidP="00794B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AHCLSC302 construct landscape features using concrete</w:t>
            </w:r>
          </w:p>
          <w:p w14:paraId="09E49E25" w14:textId="24B02F97" w:rsidR="00794BD5" w:rsidRPr="00794BD5" w:rsidRDefault="00794BD5" w:rsidP="00794B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Release 2</w:t>
            </w:r>
          </w:p>
        </w:tc>
        <w:tc>
          <w:tcPr>
            <w:tcW w:w="1105" w:type="pct"/>
          </w:tcPr>
          <w:p w14:paraId="672737DF" w14:textId="77777777" w:rsidR="00794BD5" w:rsidRDefault="00794BD5" w:rsidP="00794B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AHCLSC302 construct landscape features using concrete</w:t>
            </w:r>
          </w:p>
          <w:p w14:paraId="2293AA64" w14:textId="6697428C" w:rsidR="00794BD5" w:rsidRPr="00794BD5" w:rsidRDefault="00794BD5" w:rsidP="00794B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3B9F047F" w14:textId="77777777" w:rsidR="00794BD5" w:rsidRPr="00794BD5" w:rsidRDefault="00794BD5" w:rsidP="00794B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E7C5A8B" w14:textId="77777777" w:rsidR="00794BD5" w:rsidRPr="00794BD5" w:rsidRDefault="00794BD5" w:rsidP="00794B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63AA819A" w14:textId="77777777" w:rsidR="00794BD5" w:rsidRPr="00794BD5" w:rsidRDefault="00794BD5" w:rsidP="00794B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1F3ADB7F" w:rsidR="00794BD5" w:rsidRPr="00794BD5" w:rsidRDefault="00794BD5" w:rsidP="00FB7CF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16113DFF" w:rsidR="00794BD5" w:rsidRPr="00794BD5" w:rsidRDefault="00794BD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4BD5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BBD0029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E600B5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B4BF5" w:rsidRPr="008B4BF5">
              <w:t>AHCLSC302 Construct landscape features using concrete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DB5A99">
        <w:trPr>
          <w:trHeight w:val="2159"/>
        </w:trPr>
        <w:tc>
          <w:tcPr>
            <w:tcW w:w="5000" w:type="pct"/>
            <w:gridSpan w:val="2"/>
            <w:shd w:val="clear" w:color="auto" w:fill="auto"/>
          </w:tcPr>
          <w:p w14:paraId="6C52247C" w14:textId="1ADFF360" w:rsidR="00DB5A99" w:rsidRPr="00DB5A99" w:rsidRDefault="00DA54B5" w:rsidP="00DB5A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DB5A99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DB5A99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53D796A3" w:rsidR="00DA54B5" w:rsidRPr="00407C6D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794BD5" w:rsidRPr="00FB7CF8">
              <w:rPr>
                <w:rStyle w:val="SITemporaryText-red"/>
                <w:color w:val="auto"/>
                <w:sz w:val="20"/>
              </w:rPr>
              <w:t xml:space="preserve">constructed </w:t>
            </w:r>
            <w:r w:rsidR="00794BD5" w:rsidRPr="00407C6D">
              <w:rPr>
                <w:rStyle w:val="SITemporaryText-red"/>
                <w:color w:val="auto"/>
                <w:sz w:val="20"/>
              </w:rPr>
              <w:t xml:space="preserve">landscape features </w:t>
            </w:r>
            <w:r w:rsidR="00407C6D" w:rsidRPr="00D5392B">
              <w:rPr>
                <w:rStyle w:val="SITemporaryText-red"/>
                <w:color w:val="auto"/>
                <w:sz w:val="20"/>
              </w:rPr>
              <w:t>applying</w:t>
            </w:r>
            <w:r w:rsidR="00794BD5" w:rsidRPr="00407C6D">
              <w:rPr>
                <w:rStyle w:val="SITemporaryText-red"/>
                <w:color w:val="auto"/>
                <w:sz w:val="20"/>
              </w:rPr>
              <w:t xml:space="preserve"> </w:t>
            </w:r>
            <w:r w:rsidR="00407C6D" w:rsidRPr="00D5392B">
              <w:rPr>
                <w:rStyle w:val="SITemporaryText-red"/>
                <w:color w:val="auto"/>
                <w:sz w:val="20"/>
              </w:rPr>
              <w:t xml:space="preserve">two </w:t>
            </w:r>
            <w:r w:rsidR="00794BD5" w:rsidRPr="00407C6D">
              <w:rPr>
                <w:rStyle w:val="SITemporaryText-red"/>
                <w:color w:val="auto"/>
                <w:sz w:val="20"/>
              </w:rPr>
              <w:t xml:space="preserve">concrete </w:t>
            </w:r>
            <w:r w:rsidR="00407C6D" w:rsidRPr="00D5392B">
              <w:rPr>
                <w:rStyle w:val="SITemporaryText-red"/>
                <w:color w:val="auto"/>
                <w:sz w:val="20"/>
              </w:rPr>
              <w:t xml:space="preserve">finishes </w:t>
            </w:r>
            <w:r w:rsidR="00794BD5" w:rsidRPr="00407C6D">
              <w:rPr>
                <w:rStyle w:val="SITemporaryText-red"/>
                <w:color w:val="auto"/>
                <w:sz w:val="20"/>
              </w:rPr>
              <w:t>and has</w:t>
            </w:r>
            <w:r w:rsidRPr="00407C6D">
              <w:rPr>
                <w:rStyle w:val="SITemporaryText-red"/>
                <w:color w:val="auto"/>
                <w:sz w:val="20"/>
              </w:rPr>
              <w:t>:</w:t>
            </w:r>
          </w:p>
          <w:p w14:paraId="0CE82EAF" w14:textId="77777777" w:rsidR="00794BD5" w:rsidRPr="00794BD5" w:rsidRDefault="00794BD5" w:rsidP="00794BD5">
            <w:pPr>
              <w:pStyle w:val="SIBulletList1"/>
            </w:pPr>
            <w:r>
              <w:t>applied workplace health and safety requirements</w:t>
            </w:r>
          </w:p>
          <w:p w14:paraId="0B59BE5A" w14:textId="02A09B9B" w:rsidR="00794BD5" w:rsidRDefault="00794BD5" w:rsidP="00794BD5">
            <w:pPr>
              <w:pStyle w:val="SIBulletList1"/>
            </w:pPr>
            <w:r>
              <w:t xml:space="preserve">selected, </w:t>
            </w:r>
            <w:proofErr w:type="gramStart"/>
            <w:r>
              <w:t>used</w:t>
            </w:r>
            <w:proofErr w:type="gramEnd"/>
            <w:r>
              <w:t xml:space="preserve"> and maintained </w:t>
            </w:r>
            <w:r w:rsidRPr="008576F1">
              <w:t>tools and equipment required for</w:t>
            </w:r>
            <w:r>
              <w:t xml:space="preserve"> constructing landscape features using concrete</w:t>
            </w:r>
          </w:p>
          <w:p w14:paraId="17E0B139" w14:textId="139662D2" w:rsidR="008B4BF5" w:rsidRPr="008B4BF5" w:rsidRDefault="008B4BF5" w:rsidP="008B4BF5">
            <w:pPr>
              <w:pStyle w:val="SIBulletList1"/>
            </w:pPr>
            <w:r w:rsidRPr="008B4BF5">
              <w:t>interpret</w:t>
            </w:r>
            <w:r w:rsidR="00794BD5">
              <w:t>ed</w:t>
            </w:r>
            <w:r w:rsidRPr="008B4BF5">
              <w:t xml:space="preserve"> site plans and specifications</w:t>
            </w:r>
          </w:p>
          <w:p w14:paraId="21FB8531" w14:textId="7CC195D9" w:rsidR="008B4BF5" w:rsidRPr="008B4BF5" w:rsidRDefault="008B4BF5" w:rsidP="008B4BF5">
            <w:pPr>
              <w:pStyle w:val="SIBulletList1"/>
            </w:pPr>
            <w:r w:rsidRPr="008B4BF5">
              <w:t>set out and prepare</w:t>
            </w:r>
            <w:r w:rsidR="00794BD5">
              <w:t>d</w:t>
            </w:r>
            <w:r w:rsidRPr="008B4BF5">
              <w:t xml:space="preserve"> a site for concrete</w:t>
            </w:r>
          </w:p>
          <w:p w14:paraId="49316618" w14:textId="40AEFD69" w:rsidR="008B4BF5" w:rsidRPr="008B4BF5" w:rsidRDefault="008B4BF5" w:rsidP="008B4BF5">
            <w:pPr>
              <w:pStyle w:val="SIBulletList1"/>
            </w:pPr>
            <w:r w:rsidRPr="008B4BF5">
              <w:t>measure</w:t>
            </w:r>
            <w:r w:rsidR="00794BD5">
              <w:t>d</w:t>
            </w:r>
            <w:r w:rsidRPr="008B4BF5">
              <w:t xml:space="preserve"> and construct</w:t>
            </w:r>
            <w:r w:rsidR="00794BD5">
              <w:t>ed</w:t>
            </w:r>
            <w:r w:rsidRPr="008B4BF5">
              <w:t xml:space="preserve"> profiles</w:t>
            </w:r>
          </w:p>
          <w:p w14:paraId="07267087" w14:textId="6FC95C40" w:rsidR="008B4BF5" w:rsidRPr="008B4BF5" w:rsidRDefault="008B4BF5" w:rsidP="008B4BF5">
            <w:pPr>
              <w:pStyle w:val="SIBulletList1"/>
            </w:pPr>
            <w:r w:rsidRPr="008B4BF5">
              <w:t>establish</w:t>
            </w:r>
            <w:r w:rsidR="00794BD5">
              <w:t>ed</w:t>
            </w:r>
            <w:r w:rsidRPr="008B4BF5">
              <w:t xml:space="preserve"> levels using levelling equipment</w:t>
            </w:r>
          </w:p>
          <w:p w14:paraId="68B79B4B" w14:textId="06FC6A12" w:rsidR="008B4BF5" w:rsidRDefault="00407C6D" w:rsidP="00E9756C">
            <w:pPr>
              <w:pStyle w:val="SIBulletList1"/>
            </w:pPr>
            <w:r>
              <w:t xml:space="preserve">installed expansion joints and </w:t>
            </w:r>
            <w:r w:rsidR="008B4BF5" w:rsidRPr="008B4BF5">
              <w:t>place</w:t>
            </w:r>
            <w:r w:rsidR="00794BD5">
              <w:t>d</w:t>
            </w:r>
            <w:r w:rsidR="008B4BF5" w:rsidRPr="008B4BF5">
              <w:t xml:space="preserve"> </w:t>
            </w:r>
            <w:r w:rsidR="00D61B03">
              <w:t xml:space="preserve">steel </w:t>
            </w:r>
            <w:r w:rsidR="008B4BF5" w:rsidRPr="008B4BF5">
              <w:t>reinforcement</w:t>
            </w:r>
          </w:p>
          <w:p w14:paraId="1C7DDD74" w14:textId="6FAEC207" w:rsidR="00D61B03" w:rsidRDefault="00D61B03" w:rsidP="00E9756C">
            <w:pPr>
              <w:pStyle w:val="SIBulletList1"/>
            </w:pPr>
            <w:r>
              <w:t>performed concrete slump test</w:t>
            </w:r>
          </w:p>
          <w:p w14:paraId="770EFC19" w14:textId="4DD88C06" w:rsidR="00556C4C" w:rsidRDefault="008B4BF5" w:rsidP="00DB5A99">
            <w:pPr>
              <w:pStyle w:val="SIBulletList1"/>
            </w:pPr>
            <w:r w:rsidRPr="008B4BF5">
              <w:t>pour</w:t>
            </w:r>
            <w:r w:rsidR="00794BD5">
              <w:t>ed</w:t>
            </w:r>
            <w:r w:rsidRPr="008B4BF5">
              <w:t xml:space="preserve"> and finish</w:t>
            </w:r>
            <w:r w:rsidR="00794BD5">
              <w:t>ed</w:t>
            </w:r>
            <w:r w:rsidRPr="008B4BF5">
              <w:t xml:space="preserve"> concrete</w:t>
            </w:r>
            <w:r w:rsidR="00D61B03">
              <w:t>, including consolidation and trowelling techniques</w:t>
            </w:r>
          </w:p>
          <w:p w14:paraId="60F8B5CC" w14:textId="29473BCC" w:rsidR="00762F74" w:rsidRDefault="00762F74" w:rsidP="00DB5A99">
            <w:pPr>
              <w:pStyle w:val="SIBulletList1"/>
            </w:pPr>
            <w:r>
              <w:t>checked quality of work and cleaned up site</w:t>
            </w:r>
          </w:p>
          <w:p w14:paraId="3F4E2EAA" w14:textId="4FECBF46" w:rsidR="00794BD5" w:rsidRPr="000754EC" w:rsidRDefault="00794BD5" w:rsidP="00DB5A99">
            <w:pPr>
              <w:pStyle w:val="SIBulletList1"/>
            </w:pPr>
            <w:r>
              <w:t>reported unserviceable tools and equipment.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B5A99" w:rsidRDefault="00DA54B5" w:rsidP="00DB5A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EEFA6B4" w14:textId="34EE46B8" w:rsidR="00794BD5" w:rsidRPr="00794BD5" w:rsidRDefault="00794BD5" w:rsidP="00794BD5">
            <w:pPr>
              <w:pStyle w:val="SIBulletList1"/>
            </w:pPr>
            <w:r>
              <w:t xml:space="preserve">workplace </w:t>
            </w:r>
            <w:r w:rsidRPr="00794BD5">
              <w:t xml:space="preserve">requirements applicable to health and safety in the workplace for </w:t>
            </w:r>
            <w:r>
              <w:t>constructing landscape features using concrete, including appropriate use of personal protective equipment (PPE)</w:t>
            </w:r>
          </w:p>
          <w:p w14:paraId="677396F0" w14:textId="052DFA6C" w:rsidR="008B4BF5" w:rsidRPr="008B4BF5" w:rsidRDefault="008B4BF5" w:rsidP="00794BD5">
            <w:pPr>
              <w:pStyle w:val="SIBulletList1"/>
            </w:pPr>
            <w:r w:rsidRPr="008B4BF5">
              <w:t>the principles and practices of constructing concrete landscape features</w:t>
            </w:r>
            <w:r w:rsidR="00794BD5">
              <w:t>, including:</w:t>
            </w:r>
          </w:p>
          <w:p w14:paraId="587259D1" w14:textId="6B3925A2" w:rsidR="008B4BF5" w:rsidRPr="008B4BF5" w:rsidRDefault="00B25DB3" w:rsidP="00794BD5">
            <w:pPr>
              <w:pStyle w:val="SIBulletList2"/>
            </w:pPr>
            <w:r>
              <w:t>Australian</w:t>
            </w:r>
            <w:r w:rsidR="008B4BF5" w:rsidRPr="008B4BF5">
              <w:t xml:space="preserve"> standards</w:t>
            </w:r>
            <w:r>
              <w:t xml:space="preserve"> and codes relevant</w:t>
            </w:r>
            <w:r w:rsidR="008B4BF5" w:rsidRPr="008B4BF5">
              <w:t xml:space="preserve"> to reinforcing and consolidating concrete</w:t>
            </w:r>
          </w:p>
          <w:p w14:paraId="35EC7E98" w14:textId="77777777" w:rsidR="008B4BF5" w:rsidRPr="008B4BF5" w:rsidRDefault="008B4BF5" w:rsidP="00794BD5">
            <w:pPr>
              <w:pStyle w:val="SIBulletList2"/>
            </w:pPr>
            <w:r w:rsidRPr="008B4BF5">
              <w:t>MPA testing theory and what affects MPA specifications in a concrete mix</w:t>
            </w:r>
          </w:p>
          <w:p w14:paraId="3C2018BE" w14:textId="6A16B427" w:rsidR="00B25DB3" w:rsidRDefault="00B25DB3" w:rsidP="00794BD5">
            <w:pPr>
              <w:pStyle w:val="SIBulletList2"/>
            </w:pPr>
            <w:r>
              <w:t>industry standard terminology relevant to constructing landscape features using concrete</w:t>
            </w:r>
          </w:p>
          <w:p w14:paraId="4CC154A0" w14:textId="15D233F6" w:rsidR="008B4BF5" w:rsidRDefault="008B4BF5" w:rsidP="00794BD5">
            <w:pPr>
              <w:pStyle w:val="SIBulletList2"/>
            </w:pPr>
            <w:r w:rsidRPr="008B4BF5">
              <w:t>sub-base and sub-grade materials and preparation</w:t>
            </w:r>
          </w:p>
          <w:p w14:paraId="21B2513C" w14:textId="0F554B4F" w:rsidR="00691114" w:rsidRDefault="00691114" w:rsidP="00794BD5">
            <w:pPr>
              <w:pStyle w:val="SIBulletList2"/>
            </w:pPr>
            <w:r>
              <w:t xml:space="preserve">expansion joints and steel reinforcement </w:t>
            </w:r>
            <w:r w:rsidR="00D5392B">
              <w:t>purpose and installation techniques</w:t>
            </w:r>
          </w:p>
          <w:p w14:paraId="377F8646" w14:textId="7431485F" w:rsidR="00D61B03" w:rsidRDefault="00D61B03" w:rsidP="00794BD5">
            <w:pPr>
              <w:pStyle w:val="SIBulletList2"/>
            </w:pPr>
            <w:r>
              <w:t>slump testing procedures</w:t>
            </w:r>
          </w:p>
          <w:p w14:paraId="7AD7C6A3" w14:textId="16F5F128" w:rsidR="003B36BD" w:rsidRDefault="003B36BD" w:rsidP="00794BD5">
            <w:pPr>
              <w:pStyle w:val="SIBulletList2"/>
            </w:pPr>
            <w:r>
              <w:t>concrete pigments and additives</w:t>
            </w:r>
            <w:r w:rsidR="00AD0506">
              <w:t xml:space="preserve"> </w:t>
            </w:r>
            <w:r w:rsidR="00691114">
              <w:t>use and preparation</w:t>
            </w:r>
          </w:p>
          <w:p w14:paraId="155769A6" w14:textId="4BCFC2A7" w:rsidR="00D61B03" w:rsidRDefault="00D61B03" w:rsidP="00794BD5">
            <w:pPr>
              <w:pStyle w:val="SIBulletList2"/>
            </w:pPr>
            <w:r>
              <w:t>concrete applications and placement techniques</w:t>
            </w:r>
          </w:p>
          <w:p w14:paraId="62368E4F" w14:textId="70DD8CFF" w:rsidR="00D61B03" w:rsidRPr="008B4BF5" w:rsidRDefault="00D61B03" w:rsidP="00794BD5">
            <w:pPr>
              <w:pStyle w:val="SIBulletList2"/>
            </w:pPr>
            <w:r>
              <w:t>concrete curing processes and finishing techniques</w:t>
            </w:r>
          </w:p>
          <w:p w14:paraId="594042BC" w14:textId="4872C98E" w:rsidR="00F1480E" w:rsidRPr="000754EC" w:rsidRDefault="008B4BF5" w:rsidP="00794BD5">
            <w:pPr>
              <w:pStyle w:val="SIBulletList2"/>
            </w:pPr>
            <w:r w:rsidRPr="008B4BF5">
              <w:t>the comparative environmental implications associated with soil removal and the placement of concrete</w:t>
            </w:r>
            <w:r w:rsidR="00794BD5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2D0ECC7" w14:textId="711ABF14" w:rsidR="00DA54B5" w:rsidRPr="00DB5A99" w:rsidRDefault="00DA54B5" w:rsidP="00DB5A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4AD203E3" w14:textId="77777777" w:rsidR="00DB5A99" w:rsidRPr="00DB5A99" w:rsidRDefault="00DB5A99" w:rsidP="00DB5A9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5EBFEAB" w14:textId="3A5E047E" w:rsidR="00DB5A99" w:rsidRDefault="00DB5A99" w:rsidP="00DB5A9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B5A99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43DF2319" w14:textId="62C646F2" w:rsidR="004F4009" w:rsidRPr="004F4009" w:rsidRDefault="004F4009" w:rsidP="004F400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F4009">
              <w:rPr>
                <w:rStyle w:val="SITemporaryText-red"/>
                <w:rFonts w:eastAsia="Calibri"/>
                <w:color w:val="auto"/>
                <w:sz w:val="20"/>
              </w:rPr>
              <w:t>assessment of this competency can be conducted as part of a team working on a large group project</w:t>
            </w:r>
          </w:p>
          <w:p w14:paraId="7995D2D7" w14:textId="77777777" w:rsidR="00DB5A99" w:rsidRPr="00DB5A99" w:rsidRDefault="00DB5A99" w:rsidP="00DB5A9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DB5A99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DB5A99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0235FBF2" w14:textId="77777777" w:rsidR="0095139D" w:rsidRPr="0095139D" w:rsidRDefault="00794BD5" w:rsidP="00DB5A99">
            <w:pPr>
              <w:pStyle w:val="SIBulletList2"/>
              <w:rPr>
                <w:rFonts w:eastAsia="Calibri"/>
              </w:rPr>
            </w:pPr>
            <w:r>
              <w:t>workplace procedures</w:t>
            </w:r>
            <w:r w:rsidR="0095139D">
              <w:t xml:space="preserve"> applicable to constructing landscape features using concrete</w:t>
            </w:r>
          </w:p>
          <w:p w14:paraId="03C67187" w14:textId="07966C35" w:rsidR="00DB5A99" w:rsidRPr="00AD0506" w:rsidRDefault="0095139D" w:rsidP="00047B13">
            <w:pPr>
              <w:pStyle w:val="SIBulletList2"/>
              <w:rPr>
                <w:rFonts w:eastAsia="Calibri"/>
              </w:rPr>
            </w:pPr>
            <w:r>
              <w:t xml:space="preserve">materials, </w:t>
            </w:r>
            <w:proofErr w:type="gramStart"/>
            <w:r w:rsidR="00DB5A99" w:rsidRPr="0095139D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="00DB5A99" w:rsidRPr="0095139D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</w:t>
            </w:r>
            <w:r>
              <w:t>constructing landscape features using con</w:t>
            </w:r>
            <w:r w:rsidRPr="0095139D">
              <w:t>crete</w:t>
            </w:r>
          </w:p>
          <w:p w14:paraId="30C1DE09" w14:textId="47F0901E" w:rsidR="005274B5" w:rsidRPr="005274B5" w:rsidRDefault="005274B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D0506">
              <w:rPr>
                <w:rStyle w:val="SITemporaryText-red"/>
                <w:color w:val="auto"/>
                <w:sz w:val="20"/>
              </w:rPr>
              <w:t>concrete slump test equipment</w:t>
            </w:r>
          </w:p>
          <w:p w14:paraId="6EFDFF6A" w14:textId="04978860" w:rsidR="00DB5A99" w:rsidRPr="00DB5A99" w:rsidRDefault="0095139D" w:rsidP="00DB5A9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PPE</w:t>
            </w:r>
            <w:r w:rsidR="00DB5A99" w:rsidRPr="00DB5A99">
              <w:t xml:space="preserve"> applicable to </w:t>
            </w:r>
            <w:r>
              <w:t>constructing landscape features using con</w:t>
            </w:r>
            <w:r w:rsidRPr="0095139D">
              <w:t>crete</w:t>
            </w:r>
          </w:p>
          <w:p w14:paraId="213C6844" w14:textId="77777777" w:rsidR="00DB5A99" w:rsidRPr="00DB5A99" w:rsidRDefault="00DB5A99" w:rsidP="00DB5A9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B5A99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578BBC4" w14:textId="7E30B256" w:rsidR="00DB5A99" w:rsidRPr="00DB5A99" w:rsidRDefault="00DB5A99" w:rsidP="00DB5A99">
            <w:pPr>
              <w:pStyle w:val="SIBulletList2"/>
              <w:rPr>
                <w:rFonts w:eastAsia="Calibri"/>
              </w:rPr>
            </w:pPr>
            <w:r w:rsidRPr="00DB5A99">
              <w:rPr>
                <w:rFonts w:eastAsia="Calibri"/>
              </w:rPr>
              <w:t xml:space="preserve">workplace requirements applicable to health and safety in the workplace for </w:t>
            </w:r>
            <w:r w:rsidR="0095139D">
              <w:t>constructing landscape features using con</w:t>
            </w:r>
            <w:r w:rsidR="0095139D" w:rsidRPr="0095139D">
              <w:t>crete</w:t>
            </w:r>
          </w:p>
          <w:p w14:paraId="23C8177C" w14:textId="19D6037D" w:rsidR="00DB5A99" w:rsidRPr="008906A5" w:rsidRDefault="00DB5A99" w:rsidP="00DB5A99">
            <w:pPr>
              <w:pStyle w:val="SIBulletList2"/>
              <w:rPr>
                <w:rFonts w:eastAsia="Calibri"/>
              </w:rPr>
            </w:pPr>
            <w:r w:rsidRPr="00DB5A99">
              <w:t xml:space="preserve">site plans and specifications applicable to </w:t>
            </w:r>
            <w:r w:rsidR="0095139D">
              <w:t>constructing landscape features using con</w:t>
            </w:r>
            <w:r w:rsidR="0095139D" w:rsidRPr="0095139D">
              <w:t>crete</w:t>
            </w:r>
          </w:p>
          <w:p w14:paraId="425086B6" w14:textId="15D455DC" w:rsidR="008906A5" w:rsidRPr="00DB5A99" w:rsidRDefault="008906A5" w:rsidP="00DB5A9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Australian standards and codes applicable to constructing landscape features using concrete</w:t>
            </w:r>
          </w:p>
          <w:p w14:paraId="4E39BC40" w14:textId="77777777" w:rsidR="00DB5A99" w:rsidRPr="00DB5A99" w:rsidRDefault="00DB5A99" w:rsidP="00DB5A9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>timeframes:</w:t>
            </w:r>
          </w:p>
          <w:p w14:paraId="17F7B2AD" w14:textId="77777777" w:rsidR="00DB5A99" w:rsidRPr="00DB5A99" w:rsidRDefault="00DB5A99" w:rsidP="00DB5A9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148E5F02" w14:textId="77777777" w:rsidR="00DB5A99" w:rsidRPr="00DB5A99" w:rsidRDefault="00DB5A99" w:rsidP="00DB5A9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197F16B1" w:rsidR="00DA54B5" w:rsidRPr="00DB5A99" w:rsidRDefault="00DA54B5" w:rsidP="00DB5A99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B5A99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32258F9C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D259BA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7E4560" w14:textId="77777777" w:rsidR="00A328AB" w:rsidRDefault="00A328AB" w:rsidP="00BF3F0A">
      <w:r>
        <w:separator/>
      </w:r>
    </w:p>
    <w:p w14:paraId="043826C1" w14:textId="77777777" w:rsidR="00A328AB" w:rsidRDefault="00A328AB"/>
  </w:endnote>
  <w:endnote w:type="continuationSeparator" w:id="0">
    <w:p w14:paraId="46EB956A" w14:textId="77777777" w:rsidR="00A328AB" w:rsidRDefault="00A328AB" w:rsidP="00BF3F0A">
      <w:r>
        <w:continuationSeparator/>
      </w:r>
    </w:p>
    <w:p w14:paraId="56CFCECF" w14:textId="77777777" w:rsidR="00A328AB" w:rsidRDefault="00A328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2DA00" w14:textId="77777777" w:rsidR="00A328AB" w:rsidRDefault="00A328AB" w:rsidP="00BF3F0A">
      <w:r>
        <w:separator/>
      </w:r>
    </w:p>
    <w:p w14:paraId="2FE227DD" w14:textId="77777777" w:rsidR="00A328AB" w:rsidRDefault="00A328AB"/>
  </w:footnote>
  <w:footnote w:type="continuationSeparator" w:id="0">
    <w:p w14:paraId="745826A9" w14:textId="77777777" w:rsidR="00A328AB" w:rsidRDefault="00A328AB" w:rsidP="00BF3F0A">
      <w:r>
        <w:continuationSeparator/>
      </w:r>
    </w:p>
    <w:p w14:paraId="74D00486" w14:textId="77777777" w:rsidR="00A328AB" w:rsidRDefault="00A328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00D2AF37" w:rsidR="009C2650" w:rsidRPr="008B4BF5" w:rsidRDefault="008B4BF5" w:rsidP="008B4BF5">
    <w:r w:rsidRPr="008B4BF5">
      <w:rPr>
        <w:lang w:eastAsia="en-US"/>
      </w:rPr>
      <w:t>AHCLSC302 Construct landscape features using concrete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22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1"/>
  </w:num>
  <w:num w:numId="10">
    <w:abstractNumId w:val="14"/>
  </w:num>
  <w:num w:numId="11">
    <w:abstractNumId w:val="19"/>
  </w:num>
  <w:num w:numId="12">
    <w:abstractNumId w:val="16"/>
  </w:num>
  <w:num w:numId="13">
    <w:abstractNumId w:val="24"/>
  </w:num>
  <w:num w:numId="14">
    <w:abstractNumId w:val="6"/>
  </w:num>
  <w:num w:numId="15">
    <w:abstractNumId w:val="7"/>
  </w:num>
  <w:num w:numId="16">
    <w:abstractNumId w:val="25"/>
  </w:num>
  <w:num w:numId="17">
    <w:abstractNumId w:val="15"/>
  </w:num>
  <w:num w:numId="18">
    <w:abstractNumId w:val="5"/>
  </w:num>
  <w:num w:numId="19">
    <w:abstractNumId w:val="10"/>
  </w:num>
  <w:num w:numId="20">
    <w:abstractNumId w:val="2"/>
  </w:num>
  <w:num w:numId="21">
    <w:abstractNumId w:val="17"/>
  </w:num>
  <w:num w:numId="22">
    <w:abstractNumId w:val="18"/>
  </w:num>
  <w:num w:numId="23">
    <w:abstractNumId w:val="13"/>
  </w:num>
  <w:num w:numId="24">
    <w:abstractNumId w:val="20"/>
  </w:num>
  <w:num w:numId="25">
    <w:abstractNumId w:val="9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6346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00B9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2293"/>
    <w:rsid w:val="00244EA7"/>
    <w:rsid w:val="00262FC3"/>
    <w:rsid w:val="0026394F"/>
    <w:rsid w:val="002643C1"/>
    <w:rsid w:val="00267AF6"/>
    <w:rsid w:val="00276DB8"/>
    <w:rsid w:val="00282664"/>
    <w:rsid w:val="00285FB8"/>
    <w:rsid w:val="00292893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6BD"/>
    <w:rsid w:val="003C13AE"/>
    <w:rsid w:val="003C7152"/>
    <w:rsid w:val="003D2E73"/>
    <w:rsid w:val="003E72B6"/>
    <w:rsid w:val="003E7BBE"/>
    <w:rsid w:val="00407C6D"/>
    <w:rsid w:val="004127E3"/>
    <w:rsid w:val="0042236B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009"/>
    <w:rsid w:val="004F5DC7"/>
    <w:rsid w:val="004F78DA"/>
    <w:rsid w:val="00504EDC"/>
    <w:rsid w:val="005145AB"/>
    <w:rsid w:val="00520E9A"/>
    <w:rsid w:val="005248C1"/>
    <w:rsid w:val="00525213"/>
    <w:rsid w:val="00526134"/>
    <w:rsid w:val="005274B5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0936"/>
    <w:rsid w:val="00686A49"/>
    <w:rsid w:val="00687B62"/>
    <w:rsid w:val="00690C44"/>
    <w:rsid w:val="0069111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2F74"/>
    <w:rsid w:val="0076523B"/>
    <w:rsid w:val="00771B60"/>
    <w:rsid w:val="00781D77"/>
    <w:rsid w:val="00783549"/>
    <w:rsid w:val="007860B7"/>
    <w:rsid w:val="00786DC8"/>
    <w:rsid w:val="00794BD5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6A5"/>
    <w:rsid w:val="008908DE"/>
    <w:rsid w:val="008A12ED"/>
    <w:rsid w:val="008A39D3"/>
    <w:rsid w:val="008B2C77"/>
    <w:rsid w:val="008B4AD2"/>
    <w:rsid w:val="008B4BF5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86C"/>
    <w:rsid w:val="00932CD7"/>
    <w:rsid w:val="00944C09"/>
    <w:rsid w:val="00944E06"/>
    <w:rsid w:val="0095139D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462E"/>
    <w:rsid w:val="009D15E2"/>
    <w:rsid w:val="009D15FE"/>
    <w:rsid w:val="009D5D2C"/>
    <w:rsid w:val="009E77A5"/>
    <w:rsid w:val="009F0DCC"/>
    <w:rsid w:val="009F11CA"/>
    <w:rsid w:val="00A0695B"/>
    <w:rsid w:val="00A13052"/>
    <w:rsid w:val="00A216A8"/>
    <w:rsid w:val="00A223A6"/>
    <w:rsid w:val="00A25E22"/>
    <w:rsid w:val="00A328AB"/>
    <w:rsid w:val="00A36156"/>
    <w:rsid w:val="00A3639E"/>
    <w:rsid w:val="00A37E76"/>
    <w:rsid w:val="00A5092E"/>
    <w:rsid w:val="00A554D6"/>
    <w:rsid w:val="00A56E14"/>
    <w:rsid w:val="00A6476B"/>
    <w:rsid w:val="00A76C6C"/>
    <w:rsid w:val="00A831E4"/>
    <w:rsid w:val="00A87356"/>
    <w:rsid w:val="00A92DD1"/>
    <w:rsid w:val="00AA5338"/>
    <w:rsid w:val="00AA671E"/>
    <w:rsid w:val="00AB1B8E"/>
    <w:rsid w:val="00AB3EC1"/>
    <w:rsid w:val="00AB46DE"/>
    <w:rsid w:val="00AB51ED"/>
    <w:rsid w:val="00AC0696"/>
    <w:rsid w:val="00AC4C98"/>
    <w:rsid w:val="00AC520F"/>
    <w:rsid w:val="00AC5F6B"/>
    <w:rsid w:val="00AD0506"/>
    <w:rsid w:val="00AD3896"/>
    <w:rsid w:val="00AD5B47"/>
    <w:rsid w:val="00AE1ED9"/>
    <w:rsid w:val="00AE32CB"/>
    <w:rsid w:val="00AF3957"/>
    <w:rsid w:val="00B0712C"/>
    <w:rsid w:val="00B12013"/>
    <w:rsid w:val="00B22C67"/>
    <w:rsid w:val="00B25DB3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0472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C4E7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9BA"/>
    <w:rsid w:val="00D25D16"/>
    <w:rsid w:val="00D32124"/>
    <w:rsid w:val="00D5392B"/>
    <w:rsid w:val="00D54C76"/>
    <w:rsid w:val="00D61B03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B5A99"/>
    <w:rsid w:val="00DC06DC"/>
    <w:rsid w:val="00DC1D69"/>
    <w:rsid w:val="00DC5A3A"/>
    <w:rsid w:val="00DD0726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87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B7CF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A831E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0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Validation</Project_x0020_Phase>
  </documentManagement>
</p:properties>
</file>

<file path=customXml/itemProps1.xml><?xml version="1.0" encoding="utf-8"?>
<ds:datastoreItem xmlns:ds="http://schemas.openxmlformats.org/officeDocument/2006/customXml" ds:itemID="{1FDE26F1-E224-4315-B496-F60DF9E01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CAA59B-83F3-47D1-A73E-74BE36095D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6c62f6-5287-445c-95c2-5bb291441dd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270</TotalTime>
  <Pages>5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36</cp:revision>
  <cp:lastPrinted>2016-05-27T05:21:00Z</cp:lastPrinted>
  <dcterms:created xsi:type="dcterms:W3CDTF">2020-08-25T06:08:00Z</dcterms:created>
  <dcterms:modified xsi:type="dcterms:W3CDTF">2021-06-08T06:39:00Z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